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C0" w:rsidRDefault="00DC06C0" w:rsidP="004D5088">
      <w:pPr>
        <w:jc w:val="center"/>
      </w:pPr>
      <w:r w:rsidRPr="00D6039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50.5pt;height:1in;visibility:visible">
            <v:imagedata r:id="rId5" o:title=""/>
          </v:shape>
        </w:pict>
      </w:r>
    </w:p>
    <w:p w:rsidR="00DC06C0" w:rsidRPr="004D5088" w:rsidRDefault="00DC06C0">
      <w:pPr>
        <w:rPr>
          <w:sz w:val="36"/>
          <w:szCs w:val="36"/>
        </w:rPr>
      </w:pPr>
    </w:p>
    <w:p w:rsidR="00DC06C0" w:rsidRPr="004D5088" w:rsidRDefault="00DC06C0">
      <w:pPr>
        <w:rPr>
          <w:b/>
          <w:sz w:val="36"/>
          <w:szCs w:val="36"/>
        </w:rPr>
      </w:pPr>
      <w:r w:rsidRPr="004D5088">
        <w:rPr>
          <w:b/>
          <w:sz w:val="36"/>
          <w:szCs w:val="36"/>
        </w:rPr>
        <w:t>Allianz Alumni Academy 2014, Budapest</w:t>
      </w:r>
    </w:p>
    <w:p w:rsidR="00DC06C0" w:rsidRPr="004D5088" w:rsidRDefault="00DC06C0">
      <w:pPr>
        <w:rPr>
          <w:b/>
          <w:sz w:val="36"/>
          <w:szCs w:val="36"/>
        </w:rPr>
      </w:pPr>
      <w:r w:rsidRPr="004D5088">
        <w:rPr>
          <w:b/>
          <w:sz w:val="36"/>
          <w:szCs w:val="36"/>
        </w:rPr>
        <w:t>Welcome event 5.45 – 8.00 pm – Friday 28 November 2014</w:t>
      </w:r>
    </w:p>
    <w:p w:rsidR="00DC06C0" w:rsidRPr="004D5088" w:rsidRDefault="00DC06C0" w:rsidP="004D5088">
      <w:pPr>
        <w:widowControl w:val="0"/>
        <w:autoSpaceDE w:val="0"/>
        <w:autoSpaceDN w:val="0"/>
        <w:adjustRightInd w:val="0"/>
        <w:rPr>
          <w:rFonts w:cs="Times"/>
          <w:b/>
          <w:sz w:val="36"/>
          <w:szCs w:val="36"/>
        </w:rPr>
      </w:pPr>
      <w:r>
        <w:rPr>
          <w:rFonts w:cs="Times"/>
          <w:b/>
          <w:sz w:val="36"/>
          <w:szCs w:val="36"/>
        </w:rPr>
        <w:t xml:space="preserve">Venue: CEU </w:t>
      </w:r>
      <w:r w:rsidRPr="004D5088">
        <w:rPr>
          <w:rFonts w:cs="Times"/>
          <w:b/>
          <w:sz w:val="36"/>
          <w:szCs w:val="36"/>
        </w:rPr>
        <w:t>Auditorium</w:t>
      </w:r>
    </w:p>
    <w:p w:rsidR="00DC06C0" w:rsidRDefault="00DC06C0" w:rsidP="004D5088">
      <w:pPr>
        <w:widowControl w:val="0"/>
        <w:autoSpaceDE w:val="0"/>
        <w:autoSpaceDN w:val="0"/>
        <w:adjustRightInd w:val="0"/>
        <w:rPr>
          <w:rFonts w:cs="Times"/>
          <w:sz w:val="36"/>
          <w:szCs w:val="36"/>
          <w:u w:val="single"/>
        </w:rPr>
      </w:pPr>
    </w:p>
    <w:p w:rsidR="00DC06C0" w:rsidRPr="004D5088" w:rsidRDefault="00DC06C0" w:rsidP="004D5088">
      <w:pPr>
        <w:widowControl w:val="0"/>
        <w:autoSpaceDE w:val="0"/>
        <w:autoSpaceDN w:val="0"/>
        <w:adjustRightInd w:val="0"/>
        <w:rPr>
          <w:rFonts w:cs="Times"/>
          <w:sz w:val="36"/>
          <w:szCs w:val="36"/>
          <w:u w:val="single"/>
        </w:rPr>
      </w:pPr>
      <w:r w:rsidRPr="004D5088">
        <w:rPr>
          <w:rFonts w:cs="Times"/>
          <w:sz w:val="36"/>
          <w:szCs w:val="36"/>
          <w:u w:val="single"/>
        </w:rPr>
        <w:t>Welcome address</w:t>
      </w:r>
    </w:p>
    <w:p w:rsidR="00DC06C0" w:rsidRDefault="00DC06C0" w:rsidP="004D5088">
      <w:pPr>
        <w:widowControl w:val="0"/>
        <w:autoSpaceDE w:val="0"/>
        <w:autoSpaceDN w:val="0"/>
        <w:adjustRightInd w:val="0"/>
        <w:rPr>
          <w:rFonts w:cs="Times"/>
          <w:sz w:val="36"/>
          <w:szCs w:val="36"/>
        </w:rPr>
      </w:pPr>
      <w:r w:rsidRPr="004D5088">
        <w:rPr>
          <w:rFonts w:cs="Times"/>
          <w:sz w:val="36"/>
          <w:szCs w:val="36"/>
        </w:rPr>
        <w:t>John Shattuck</w:t>
      </w:r>
      <w:r>
        <w:rPr>
          <w:rFonts w:cs="Times"/>
          <w:sz w:val="36"/>
          <w:szCs w:val="36"/>
        </w:rPr>
        <w:t>,</w:t>
      </w:r>
      <w:r w:rsidRPr="004D5088">
        <w:rPr>
          <w:rFonts w:cs="Times"/>
          <w:sz w:val="36"/>
          <w:szCs w:val="36"/>
        </w:rPr>
        <w:t xml:space="preserve">CEU President and Rector </w:t>
      </w:r>
    </w:p>
    <w:p w:rsidR="00DC06C0" w:rsidRDefault="00DC06C0" w:rsidP="004D5088">
      <w:pPr>
        <w:widowControl w:val="0"/>
        <w:autoSpaceDE w:val="0"/>
        <w:autoSpaceDN w:val="0"/>
        <w:adjustRightInd w:val="0"/>
        <w:rPr>
          <w:rFonts w:cs="Times"/>
          <w:sz w:val="36"/>
          <w:szCs w:val="36"/>
        </w:rPr>
      </w:pPr>
      <w:r w:rsidRPr="004D5088">
        <w:rPr>
          <w:rFonts w:cs="Times"/>
          <w:sz w:val="36"/>
          <w:szCs w:val="36"/>
        </w:rPr>
        <w:t>Henning Schulte-Noelle, chairman of the Board of Trustees of Allianz Cultural Foundation</w:t>
      </w:r>
    </w:p>
    <w:p w:rsidR="00DC06C0" w:rsidRDefault="00DC06C0" w:rsidP="004D5088">
      <w:pPr>
        <w:widowControl w:val="0"/>
        <w:autoSpaceDE w:val="0"/>
        <w:autoSpaceDN w:val="0"/>
        <w:adjustRightInd w:val="0"/>
        <w:rPr>
          <w:rFonts w:cs="Times"/>
          <w:sz w:val="36"/>
          <w:szCs w:val="36"/>
        </w:rPr>
      </w:pPr>
    </w:p>
    <w:p w:rsidR="00DC06C0" w:rsidRDefault="00DC06C0" w:rsidP="004D5088">
      <w:pPr>
        <w:widowControl w:val="0"/>
        <w:autoSpaceDE w:val="0"/>
        <w:autoSpaceDN w:val="0"/>
        <w:adjustRightInd w:val="0"/>
        <w:rPr>
          <w:rFonts w:cs="Times"/>
          <w:sz w:val="36"/>
          <w:szCs w:val="36"/>
        </w:rPr>
      </w:pPr>
      <w:r w:rsidRPr="004D5088">
        <w:rPr>
          <w:rFonts w:cs="Times"/>
          <w:sz w:val="36"/>
          <w:szCs w:val="36"/>
          <w:u w:val="single"/>
        </w:rPr>
        <w:t>RoundtableDiscussion</w:t>
      </w:r>
    </w:p>
    <w:p w:rsidR="00DC06C0" w:rsidRDefault="00DC06C0" w:rsidP="004D5088">
      <w:pPr>
        <w:widowControl w:val="0"/>
        <w:autoSpaceDE w:val="0"/>
        <w:autoSpaceDN w:val="0"/>
        <w:adjustRightInd w:val="0"/>
        <w:rPr>
          <w:rFonts w:cs="Times"/>
          <w:sz w:val="36"/>
          <w:szCs w:val="36"/>
        </w:rPr>
      </w:pPr>
      <w:r w:rsidRPr="004D5088">
        <w:rPr>
          <w:rFonts w:cs="Times"/>
          <w:sz w:val="36"/>
          <w:szCs w:val="36"/>
        </w:rPr>
        <w:t xml:space="preserve">“Populism in Europe: More Popular Than Ever?” </w:t>
      </w:r>
    </w:p>
    <w:p w:rsidR="00DC06C0" w:rsidRPr="004D5088" w:rsidRDefault="00DC06C0" w:rsidP="004D50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sz w:val="36"/>
          <w:szCs w:val="36"/>
        </w:rPr>
      </w:pPr>
      <w:r w:rsidRPr="004D5088">
        <w:rPr>
          <w:rFonts w:cs="Times"/>
          <w:sz w:val="36"/>
          <w:szCs w:val="36"/>
        </w:rPr>
        <w:t>Carsten Schneider (Associate Professor and Head of the Political Science Department, CEU)</w:t>
      </w:r>
    </w:p>
    <w:p w:rsidR="00DC06C0" w:rsidRPr="004D5088" w:rsidRDefault="00DC06C0" w:rsidP="004D50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sz w:val="36"/>
          <w:szCs w:val="36"/>
        </w:rPr>
      </w:pPr>
      <w:r w:rsidRPr="004D5088">
        <w:rPr>
          <w:rFonts w:cs="Times"/>
          <w:sz w:val="36"/>
          <w:szCs w:val="36"/>
        </w:rPr>
        <w:t>Harold James (Princeton University)</w:t>
      </w:r>
    </w:p>
    <w:p w:rsidR="00DC06C0" w:rsidRPr="004D5088" w:rsidRDefault="00DC06C0" w:rsidP="004D50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sz w:val="36"/>
          <w:szCs w:val="36"/>
        </w:rPr>
      </w:pPr>
      <w:r w:rsidRPr="004D5088">
        <w:rPr>
          <w:rFonts w:cs="Times"/>
          <w:sz w:val="36"/>
          <w:szCs w:val="36"/>
        </w:rPr>
        <w:t>Edit Inotai(Foreign Editor, N</w:t>
      </w:r>
      <w:r w:rsidRPr="004D5088">
        <w:rPr>
          <w:rFonts w:cs="Times"/>
          <w:sz w:val="36"/>
          <w:szCs w:val="36"/>
          <w:lang w:val="hu-HU"/>
        </w:rPr>
        <w:t>é</w:t>
      </w:r>
      <w:r w:rsidRPr="004D5088">
        <w:rPr>
          <w:rFonts w:cs="Times"/>
          <w:sz w:val="36"/>
          <w:szCs w:val="36"/>
        </w:rPr>
        <w:t>pszabadság)</w:t>
      </w:r>
    </w:p>
    <w:p w:rsidR="00DC06C0" w:rsidRPr="004D5088" w:rsidRDefault="00DC06C0" w:rsidP="004D50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sz w:val="36"/>
          <w:szCs w:val="36"/>
        </w:rPr>
      </w:pPr>
      <w:r w:rsidRPr="004D5088">
        <w:rPr>
          <w:rFonts w:cs="Times"/>
          <w:sz w:val="36"/>
          <w:szCs w:val="36"/>
        </w:rPr>
        <w:t>ArnoldasPranckevičius (Advisor to EP president M. Schultz)</w:t>
      </w:r>
    </w:p>
    <w:p w:rsidR="00DC06C0" w:rsidRPr="004D5088" w:rsidRDefault="00DC06C0" w:rsidP="004D50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sz w:val="36"/>
          <w:szCs w:val="36"/>
          <w:lang w:val="pt-BR"/>
        </w:rPr>
      </w:pPr>
      <w:r w:rsidRPr="004D5088">
        <w:rPr>
          <w:rFonts w:cs="Times"/>
          <w:sz w:val="36"/>
          <w:szCs w:val="36"/>
          <w:lang w:val="pt-BR"/>
        </w:rPr>
        <w:t>Italo Colantone (assistant Professor, Bocconi University),</w:t>
      </w:r>
    </w:p>
    <w:p w:rsidR="00DC06C0" w:rsidRPr="004D5088" w:rsidRDefault="00DC06C0" w:rsidP="004D50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sz w:val="36"/>
          <w:szCs w:val="36"/>
          <w:lang w:val="pt-BR"/>
        </w:rPr>
      </w:pPr>
      <w:r w:rsidRPr="004D5088">
        <w:rPr>
          <w:rFonts w:cs="Times"/>
          <w:sz w:val="36"/>
          <w:szCs w:val="36"/>
          <w:lang w:val="pt-BR"/>
        </w:rPr>
        <w:t>Thomas Persson (Associate Professor, Uppsala University), Felipe Basabe Llorens (Instituto Cervantes,Madrid)</w:t>
      </w:r>
    </w:p>
    <w:sectPr w:rsidR="00DC06C0" w:rsidRPr="004D5088" w:rsidSect="00AE200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30D12"/>
    <w:multiLevelType w:val="hybridMultilevel"/>
    <w:tmpl w:val="20969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5088"/>
    <w:rsid w:val="0006715B"/>
    <w:rsid w:val="00286CBD"/>
    <w:rsid w:val="004D5088"/>
    <w:rsid w:val="00597D7E"/>
    <w:rsid w:val="00AE2001"/>
    <w:rsid w:val="00B37583"/>
    <w:rsid w:val="00D60392"/>
    <w:rsid w:val="00D7229E"/>
    <w:rsid w:val="00DC06C0"/>
    <w:rsid w:val="00E0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583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50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D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50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47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108</Words>
  <Characters>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CEU</dc:creator>
  <cp:keywords/>
  <dc:description/>
  <cp:lastModifiedBy>CEU</cp:lastModifiedBy>
  <cp:revision>2</cp:revision>
  <cp:lastPrinted>2014-11-28T15:35:00Z</cp:lastPrinted>
  <dcterms:created xsi:type="dcterms:W3CDTF">2014-11-28T15:42:00Z</dcterms:created>
  <dcterms:modified xsi:type="dcterms:W3CDTF">2014-11-28T15:42:00Z</dcterms:modified>
</cp:coreProperties>
</file>